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878" w:rsidRPr="00E62878" w:rsidRDefault="00E62878" w:rsidP="00E62878">
      <w:r w:rsidRPr="009E0D66">
        <w:rPr>
          <w:sz w:val="44"/>
          <w:szCs w:val="44"/>
        </w:rPr>
        <w:t xml:space="preserve">Dear </w:t>
      </w:r>
      <w:r>
        <w:rPr>
          <w:sz w:val="44"/>
          <w:szCs w:val="44"/>
        </w:rPr>
        <w:t>H</w:t>
      </w:r>
      <w:r w:rsidRPr="009E0D66">
        <w:rPr>
          <w:sz w:val="44"/>
          <w:szCs w:val="44"/>
        </w:rPr>
        <w:t xml:space="preserve">unter </w:t>
      </w:r>
    </w:p>
    <w:p w:rsidR="00E62878" w:rsidRDefault="00E62878" w:rsidP="00E62878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 xml:space="preserve">Merry Christmas and a </w:t>
      </w:r>
      <w:r w:rsidRPr="009E0D66">
        <w:rPr>
          <w:sz w:val="44"/>
          <w:szCs w:val="44"/>
        </w:rPr>
        <w:t>happy new year.</w:t>
      </w:r>
      <w:proofErr w:type="gramEnd"/>
      <w:r w:rsidRPr="009E0D66">
        <w:rPr>
          <w:sz w:val="44"/>
          <w:szCs w:val="44"/>
        </w:rPr>
        <w:t xml:space="preserve"> And I hope you have a good </w:t>
      </w:r>
      <w:r>
        <w:rPr>
          <w:sz w:val="44"/>
          <w:szCs w:val="44"/>
        </w:rPr>
        <w:t>year.</w:t>
      </w:r>
    </w:p>
    <w:p w:rsidR="00E62878" w:rsidRPr="0074674B" w:rsidRDefault="00E62878" w:rsidP="00E62878">
      <w:pPr>
        <w:rPr>
          <w:sz w:val="44"/>
          <w:szCs w:val="44"/>
        </w:rPr>
      </w:pPr>
      <w:r w:rsidRPr="0074674B">
        <w:rPr>
          <w:sz w:val="44"/>
          <w:szCs w:val="44"/>
        </w:rPr>
        <w:t>Question:</w:t>
      </w:r>
    </w:p>
    <w:p w:rsidR="00E62878" w:rsidRPr="0074674B" w:rsidRDefault="00E62878" w:rsidP="00E62878">
      <w:pPr>
        <w:rPr>
          <w:sz w:val="44"/>
          <w:szCs w:val="44"/>
        </w:rPr>
      </w:pPr>
      <w:r w:rsidRPr="0074674B">
        <w:rPr>
          <w:sz w:val="44"/>
          <w:szCs w:val="44"/>
        </w:rPr>
        <w:t>Do you celebrate Christmas?</w:t>
      </w:r>
      <w:r>
        <w:rPr>
          <w:sz w:val="44"/>
          <w:szCs w:val="44"/>
        </w:rPr>
        <w:t xml:space="preserve"> </w:t>
      </w:r>
    </w:p>
    <w:p w:rsidR="00E62878" w:rsidRDefault="00E62878" w:rsidP="00E62878">
      <w:pPr>
        <w:rPr>
          <w:sz w:val="44"/>
          <w:szCs w:val="44"/>
        </w:rPr>
      </w:pPr>
      <w:r w:rsidRPr="0074674B">
        <w:rPr>
          <w:sz w:val="44"/>
          <w:szCs w:val="44"/>
        </w:rPr>
        <w:t>What do you do for Christmas?</w:t>
      </w:r>
    </w:p>
    <w:p w:rsidR="00E62878" w:rsidRPr="0074674B" w:rsidRDefault="00E62878" w:rsidP="00E62878">
      <w:pPr>
        <w:rPr>
          <w:sz w:val="44"/>
          <w:szCs w:val="44"/>
        </w:rPr>
      </w:pPr>
    </w:p>
    <w:p w:rsidR="00E62878" w:rsidRDefault="00E62878">
      <w:bookmarkStart w:id="0" w:name="_GoBack"/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29028130" wp14:editId="6022D026">
            <wp:extent cx="4848225" cy="3636169"/>
            <wp:effectExtent l="0" t="0" r="0" b="2540"/>
            <wp:docPr id="1" name="il_fi" descr="http://www.freechristmaswallpapers.net/images/wallpapers/Christmas-Tree-Nature1024-2264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echristmaswallpapers.net/images/wallpapers/Christmas-Tree-Nature1024-22643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557" cy="363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62878" w:rsidRPr="009E0D66" w:rsidRDefault="00E62878" w:rsidP="00E62878">
      <w:pPr>
        <w:rPr>
          <w:sz w:val="44"/>
          <w:szCs w:val="44"/>
        </w:rPr>
      </w:pPr>
      <w:r>
        <w:rPr>
          <w:sz w:val="44"/>
          <w:szCs w:val="44"/>
        </w:rPr>
        <w:t>By Liam</w:t>
      </w:r>
    </w:p>
    <w:p w:rsidR="00E62878" w:rsidRDefault="00E62878"/>
    <w:sectPr w:rsidR="00E628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878"/>
    <w:rsid w:val="00301767"/>
    <w:rsid w:val="00E6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65844F99</Template>
  <TotalTime>7</TotalTime>
  <Pages>1</Pages>
  <Words>24</Words>
  <Characters>141</Characters>
  <Application>Microsoft Office Word</Application>
  <DocSecurity>0</DocSecurity>
  <Lines>1</Lines>
  <Paragraphs>1</Paragraphs>
  <ScaleCrop>false</ScaleCrop>
  <Company> 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2012-12-16T23:10:00Z</dcterms:created>
  <dcterms:modified xsi:type="dcterms:W3CDTF">2012-12-16T23:20:00Z</dcterms:modified>
</cp:coreProperties>
</file>